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7F2CC" w14:textId="77777777" w:rsidR="00B24D69" w:rsidRPr="003327A3" w:rsidRDefault="002E2BCF" w:rsidP="003327A3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00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3327A3">
        <w:rPr>
          <w:rFonts w:ascii="Helvetica 75 Bold" w:hAnsi="Helvetica 75 Bold" w:cs="Arial"/>
          <w:color w:val="FF0000"/>
          <w:sz w:val="56"/>
          <w:szCs w:val="56"/>
        </w:rPr>
        <w:t>Annexe</w:t>
      </w:r>
      <w:r w:rsidR="00B24D69" w:rsidRPr="003327A3">
        <w:rPr>
          <w:rFonts w:ascii="Helvetica 75 Bold" w:hAnsi="Helvetica 75 Bold" w:cs="Arial"/>
          <w:color w:val="FF0000"/>
          <w:sz w:val="56"/>
          <w:szCs w:val="56"/>
        </w:rPr>
        <w:t xml:space="preserve"> </w:t>
      </w:r>
      <w:bookmarkEnd w:id="0"/>
      <w:r w:rsidR="00B24D69" w:rsidRPr="003327A3">
        <w:rPr>
          <w:rFonts w:ascii="Helvetica 75 Bold" w:hAnsi="Helvetica 75 Bold" w:cs="Arial"/>
          <w:color w:val="FF0000"/>
          <w:sz w:val="56"/>
          <w:szCs w:val="56"/>
        </w:rPr>
        <w:t>1</w:t>
      </w:r>
      <w:r w:rsidR="007330DA" w:rsidRPr="003327A3">
        <w:rPr>
          <w:rFonts w:ascii="Helvetica 75 Bold" w:hAnsi="Helvetica 75 Bold" w:cs="Arial"/>
          <w:color w:val="FF0000"/>
          <w:sz w:val="56"/>
          <w:szCs w:val="56"/>
        </w:rPr>
        <w:t xml:space="preserve"> - prix</w:t>
      </w:r>
    </w:p>
    <w:p w14:paraId="3DA7F2CD" w14:textId="77777777" w:rsidR="00B24D69" w:rsidRPr="003327A3" w:rsidRDefault="00601FD8" w:rsidP="00B24D69">
      <w:pPr>
        <w:rPr>
          <w:b/>
          <w:bCs/>
          <w:sz w:val="36"/>
          <w:szCs w:val="36"/>
        </w:rPr>
      </w:pPr>
      <w:r w:rsidRPr="003327A3">
        <w:rPr>
          <w:b/>
          <w:bCs/>
          <w:sz w:val="36"/>
          <w:szCs w:val="36"/>
        </w:rPr>
        <w:t xml:space="preserve">Offre </w:t>
      </w:r>
      <w:r w:rsidR="008875AF" w:rsidRPr="003327A3">
        <w:rPr>
          <w:b/>
          <w:bCs/>
          <w:sz w:val="36"/>
          <w:szCs w:val="36"/>
        </w:rPr>
        <w:t xml:space="preserve">FTTE passif </w:t>
      </w:r>
      <w:r w:rsidR="00184812" w:rsidRPr="003327A3">
        <w:rPr>
          <w:b/>
          <w:bCs/>
          <w:sz w:val="36"/>
          <w:szCs w:val="36"/>
        </w:rPr>
        <w:t>PM</w:t>
      </w:r>
      <w:r w:rsidR="00C96A4F" w:rsidRPr="003327A3">
        <w:rPr>
          <w:b/>
          <w:bCs/>
          <w:sz w:val="36"/>
          <w:szCs w:val="36"/>
        </w:rPr>
        <w:t xml:space="preserve"> de </w:t>
      </w:r>
      <w:r w:rsidR="00693939" w:rsidRPr="003327A3">
        <w:rPr>
          <w:b/>
          <w:bCs/>
          <w:sz w:val="36"/>
          <w:szCs w:val="36"/>
        </w:rPr>
        <w:t>GRAND DAX TRÈS HAUT DÉBIT</w:t>
      </w:r>
    </w:p>
    <w:p w14:paraId="3DA7F2CE" w14:textId="77777777" w:rsidR="00B24D69" w:rsidRPr="00B24D69" w:rsidRDefault="00B24D69" w:rsidP="00B24D69">
      <w:pPr>
        <w:rPr>
          <w:sz w:val="40"/>
          <w:szCs w:val="40"/>
        </w:rPr>
      </w:pPr>
    </w:p>
    <w:p w14:paraId="3DA7F2CF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3DA7F2D0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3DA7F2D1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DA7F2D2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3DA7F2D3" w14:textId="77777777" w:rsidR="00B24D69" w:rsidRPr="00B24D69" w:rsidRDefault="00B24D69" w:rsidP="003327A3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3DA7F2D7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DA7F2D5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DA7F2D6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DA7F2DA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F2D8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F2D9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3DA7F2DD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F2DB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F2DC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DA7F2E0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F2DE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F2DF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3DA7F2E1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3DA7F2E2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3DA7F2E3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3DA7F2E4" w14:textId="77777777" w:rsidR="00B24D69" w:rsidRPr="003327A3" w:rsidRDefault="00B24D69" w:rsidP="003327A3">
      <w:pPr>
        <w:pStyle w:val="Titre"/>
      </w:pPr>
      <w:r w:rsidRPr="003327A3">
        <w:t xml:space="preserve"> </w:t>
      </w:r>
      <w:bookmarkStart w:id="16" w:name="_Toc469066121"/>
      <w:bookmarkStart w:id="17" w:name="_Toc468875178"/>
      <w:bookmarkStart w:id="18" w:name="_Toc468352047"/>
      <w:r w:rsidRPr="003327A3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3DA7F2E8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DA7F2E6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DA7F2E7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3DA7F2EB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F2E9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F2EA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3DA7F2EC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3DA7F2ED" w14:textId="77777777" w:rsidR="00B24D69" w:rsidRPr="00B24D69" w:rsidRDefault="00B24D69" w:rsidP="003327A3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3DA7F2F1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DA7F2EF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DA7F2F0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DA7F2F4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F2F2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F2F3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DA7F2F5" w14:textId="77777777" w:rsidR="00BD06C7" w:rsidRDefault="00BD06C7" w:rsidP="00BD06C7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DA7F2F6" w14:textId="77777777" w:rsidR="00F50D48" w:rsidRDefault="00F50D48" w:rsidP="003327A3">
      <w:pPr>
        <w:pStyle w:val="Titre"/>
      </w:pPr>
      <w:r w:rsidRPr="00B24D69">
        <w:t xml:space="preserve">Option de </w:t>
      </w:r>
      <w:r>
        <w:t xml:space="preserve">GTR S1 d’un </w:t>
      </w:r>
      <w:r w:rsidR="001549F0">
        <w:t>A</w:t>
      </w:r>
      <w:r>
        <w:t xml:space="preserve">ccès </w:t>
      </w:r>
      <w:r w:rsidR="008875AF">
        <w:t xml:space="preserve">FTTE passif </w:t>
      </w:r>
      <w:r w:rsidR="00184812">
        <w:t>PM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3DA7F2FA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DA7F2F8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DA7F2F9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3DA7F2FD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F2FB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F2FC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3DA7F2FE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DA7F2FF" w14:textId="77777777" w:rsidR="006A6614" w:rsidRDefault="006A6614" w:rsidP="003327A3">
      <w:pPr>
        <w:pStyle w:val="Titre"/>
      </w:pPr>
      <w:r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3DA7F303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DA7F301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DA7F302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3DA7F30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F304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F305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3DA7F30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F307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308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DA7F30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F30A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30B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DA7F30F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F30D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30E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3DA7F312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F31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311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3DA7F313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DA7F315" w14:textId="27AF17E7" w:rsidR="002E72D5" w:rsidRPr="003327A3" w:rsidRDefault="002E72D5" w:rsidP="003327A3">
      <w:pPr>
        <w:pStyle w:val="Titre"/>
        <w:rPr>
          <w:sz w:val="24"/>
          <w:szCs w:val="26"/>
        </w:rPr>
      </w:pPr>
      <w:r w:rsidRPr="002E72D5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3DA7F319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DA7F316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3DA7F31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3DA7F31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DA7F31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DA7F31A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693939">
              <w:rPr>
                <w:rFonts w:cs="Arial"/>
                <w:noProof/>
                <w:snapToGrid w:val="0"/>
                <w:szCs w:val="20"/>
              </w:rPr>
              <w:t>GRAND DAX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A7F31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DA7F31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3DA7F32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DA7F31E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693939">
              <w:rPr>
                <w:rFonts w:cs="Arial"/>
                <w:noProof/>
                <w:snapToGrid w:val="0"/>
                <w:szCs w:val="20"/>
              </w:rPr>
              <w:t>GRAND DAX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A7F31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DA7F320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3DA7F32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DA7F322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A7F32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DA7F324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3DA7F32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DA7F326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A7F32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DA7F328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DA7F32A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3DA7F32B" w14:textId="77777777" w:rsidR="002E72D5" w:rsidRPr="00124E23" w:rsidRDefault="002E72D5" w:rsidP="002E72D5">
      <w:pPr>
        <w:pStyle w:val="Texte"/>
      </w:pPr>
    </w:p>
    <w:p w14:paraId="3DA7F32C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7F330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3DA7F331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3DA7F332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F333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DA7F334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3DA7F335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D06C7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D06C7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F337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DA7F338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F32D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3DA7F32E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3DA7F32F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F336" w14:textId="77777777" w:rsidR="00255DD8" w:rsidRPr="00693939" w:rsidRDefault="00693939" w:rsidP="00693939">
    <w:pPr>
      <w:pStyle w:val="En-tte"/>
    </w:pPr>
    <w:r>
      <w:rPr>
        <w:noProof/>
      </w:rPr>
      <w:drawing>
        <wp:inline distT="0" distB="0" distL="0" distR="0" wp14:anchorId="3DA7F339" wp14:editId="3DA7F33A">
          <wp:extent cx="1834884" cy="5791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nd da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003" cy="599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C065A"/>
    <w:multiLevelType w:val="hybridMultilevel"/>
    <w:tmpl w:val="24AA0C8A"/>
    <w:lvl w:ilvl="0" w:tplc="7D209594">
      <w:start w:val="1"/>
      <w:numFmt w:val="decimal"/>
      <w:pStyle w:val="Titre"/>
      <w:lvlText w:val="%1."/>
      <w:lvlJc w:val="left"/>
      <w:pPr>
        <w:ind w:left="4179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314405764">
    <w:abstractNumId w:val="16"/>
  </w:num>
  <w:num w:numId="2" w16cid:durableId="1745302006">
    <w:abstractNumId w:val="14"/>
  </w:num>
  <w:num w:numId="3" w16cid:durableId="666052018">
    <w:abstractNumId w:val="10"/>
  </w:num>
  <w:num w:numId="4" w16cid:durableId="570308502">
    <w:abstractNumId w:val="20"/>
  </w:num>
  <w:num w:numId="5" w16cid:durableId="2017421563">
    <w:abstractNumId w:val="21"/>
  </w:num>
  <w:num w:numId="6" w16cid:durableId="1654331715">
    <w:abstractNumId w:val="19"/>
  </w:num>
  <w:num w:numId="7" w16cid:durableId="1324965943">
    <w:abstractNumId w:val="22"/>
  </w:num>
  <w:num w:numId="8" w16cid:durableId="2146776714">
    <w:abstractNumId w:val="17"/>
  </w:num>
  <w:num w:numId="9" w16cid:durableId="342782384">
    <w:abstractNumId w:val="15"/>
  </w:num>
  <w:num w:numId="10" w16cid:durableId="1196623569">
    <w:abstractNumId w:val="18"/>
  </w:num>
  <w:num w:numId="11" w16cid:durableId="1492520364">
    <w:abstractNumId w:val="11"/>
  </w:num>
  <w:num w:numId="12" w16cid:durableId="1668897068">
    <w:abstractNumId w:val="7"/>
  </w:num>
  <w:num w:numId="13" w16cid:durableId="554435061">
    <w:abstractNumId w:val="8"/>
  </w:num>
  <w:num w:numId="14" w16cid:durableId="474683322">
    <w:abstractNumId w:val="3"/>
  </w:num>
  <w:num w:numId="15" w16cid:durableId="897085711">
    <w:abstractNumId w:val="2"/>
  </w:num>
  <w:num w:numId="16" w16cid:durableId="179513324">
    <w:abstractNumId w:val="1"/>
  </w:num>
  <w:num w:numId="17" w16cid:durableId="784157722">
    <w:abstractNumId w:val="0"/>
  </w:num>
  <w:num w:numId="18" w16cid:durableId="499396562">
    <w:abstractNumId w:val="6"/>
  </w:num>
  <w:num w:numId="19" w16cid:durableId="216165297">
    <w:abstractNumId w:val="5"/>
  </w:num>
  <w:num w:numId="20" w16cid:durableId="640110131">
    <w:abstractNumId w:val="4"/>
  </w:num>
  <w:num w:numId="21" w16cid:durableId="2020429495">
    <w:abstractNumId w:val="9"/>
  </w:num>
  <w:num w:numId="22" w16cid:durableId="1159230264">
    <w:abstractNumId w:val="24"/>
  </w:num>
  <w:num w:numId="23" w16cid:durableId="6408150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0743258">
    <w:abstractNumId w:val="12"/>
  </w:num>
  <w:num w:numId="25" w16cid:durableId="281425441">
    <w:abstractNumId w:val="13"/>
  </w:num>
  <w:num w:numId="26" w16cid:durableId="470485181">
    <w:abstractNumId w:val="23"/>
  </w:num>
  <w:num w:numId="27" w16cid:durableId="450169718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060D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7A3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3939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06C7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DA7F2C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3327A3"/>
    <w:pPr>
      <w:numPr>
        <w:numId w:val="26"/>
      </w:numPr>
      <w:spacing w:before="240" w:after="240"/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AA6DA61A-29C0-4F26-89EE-7822209CED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7C17F3-9573-4ED9-BB6D-A5235A56EE5A}"/>
</file>

<file path=customXml/itemProps3.xml><?xml version="1.0" encoding="utf-8"?>
<ds:datastoreItem xmlns:ds="http://schemas.openxmlformats.org/officeDocument/2006/customXml" ds:itemID="{D8853236-1D08-43E9-BC21-A49E4CD42A81}"/>
</file>

<file path=customXml/itemProps4.xml><?xml version="1.0" encoding="utf-8"?>
<ds:datastoreItem xmlns:ds="http://schemas.openxmlformats.org/officeDocument/2006/customXml" ds:itemID="{47D0B4B1-103D-41CD-A913-D28EF9AD3612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2022-12-20T15:19:00Z</dcterms:created>
  <dcterms:modified xsi:type="dcterms:W3CDTF">2022-12-20T15:19:00Z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